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847D3" w14:textId="77777777" w:rsidR="00102F86" w:rsidRDefault="00102F86" w:rsidP="00102F86">
      <w:pPr>
        <w:pStyle w:val="Heading1"/>
        <w:tabs>
          <w:tab w:val="left" w:pos="1134"/>
        </w:tabs>
        <w:ind w:left="72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8412BA" wp14:editId="50CF5877">
            <wp:simplePos x="0" y="0"/>
            <wp:positionH relativeFrom="column">
              <wp:posOffset>4410075</wp:posOffset>
            </wp:positionH>
            <wp:positionV relativeFrom="paragraph">
              <wp:posOffset>52747</wp:posOffset>
            </wp:positionV>
            <wp:extent cx="1914525" cy="761281"/>
            <wp:effectExtent l="0" t="0" r="0" b="127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viva at Lof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6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EA9">
        <w:t>ReachOut Referral Form</w:t>
      </w:r>
    </w:p>
    <w:p w14:paraId="04684E49" w14:textId="77777777" w:rsidR="00102F86" w:rsidRPr="001A0EA9" w:rsidRDefault="00102F86" w:rsidP="00102F86">
      <w:pPr>
        <w:jc w:val="center"/>
        <w:rPr>
          <w:sz w:val="24"/>
        </w:rPr>
      </w:pPr>
    </w:p>
    <w:p w14:paraId="308FF7D3" w14:textId="77777777" w:rsidR="00102F86" w:rsidRPr="001A0EA9" w:rsidRDefault="00102F86" w:rsidP="00102F86">
      <w:pPr>
        <w:tabs>
          <w:tab w:val="left" w:pos="7050"/>
        </w:tabs>
        <w:spacing w:before="120" w:after="120"/>
        <w:rPr>
          <w:b/>
        </w:rPr>
      </w:pPr>
      <w:r w:rsidRPr="001A0EA9">
        <w:rPr>
          <w:b/>
        </w:rPr>
        <w:t>Referrer 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3600"/>
        <w:gridCol w:w="2356"/>
        <w:gridCol w:w="2152"/>
      </w:tblGrid>
      <w:tr w:rsidR="00A74404" w14:paraId="04FA15CC" w14:textId="77777777" w:rsidTr="00A74404">
        <w:tc>
          <w:tcPr>
            <w:tcW w:w="2349" w:type="dxa"/>
          </w:tcPr>
          <w:p w14:paraId="1E232110" w14:textId="77777777" w:rsidR="00A74404" w:rsidRPr="00B22F8B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 w:rsidRPr="00B22F8B">
              <w:rPr>
                <w:rFonts w:cstheme="minorHAnsi"/>
                <w:b/>
                <w:bCs/>
              </w:rPr>
              <w:t>Organisation</w:t>
            </w:r>
          </w:p>
        </w:tc>
        <w:tc>
          <w:tcPr>
            <w:tcW w:w="3600" w:type="dxa"/>
          </w:tcPr>
          <w:p w14:paraId="44B81A42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356" w:type="dxa"/>
          </w:tcPr>
          <w:p w14:paraId="65D43FB3" w14:textId="77777777" w:rsidR="00A74404" w:rsidRPr="00381BD0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Date of Referral</w:t>
            </w:r>
          </w:p>
        </w:tc>
        <w:tc>
          <w:tcPr>
            <w:tcW w:w="2152" w:type="dxa"/>
          </w:tcPr>
          <w:p w14:paraId="1A9C9B2F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</w:tr>
      <w:tr w:rsidR="00A74404" w14:paraId="3994CC53" w14:textId="77777777" w:rsidTr="00A74404">
        <w:tc>
          <w:tcPr>
            <w:tcW w:w="2349" w:type="dxa"/>
          </w:tcPr>
          <w:p w14:paraId="0922DDAC" w14:textId="77777777" w:rsidR="00A74404" w:rsidRPr="00B22F8B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 w:rsidRPr="00B22F8B">
              <w:rPr>
                <w:rFonts w:cstheme="minorHAnsi"/>
                <w:b/>
                <w:bCs/>
              </w:rPr>
              <w:t>Referrer Name</w:t>
            </w:r>
          </w:p>
        </w:tc>
        <w:tc>
          <w:tcPr>
            <w:tcW w:w="3600" w:type="dxa"/>
          </w:tcPr>
          <w:p w14:paraId="199EC98E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356" w:type="dxa"/>
          </w:tcPr>
          <w:p w14:paraId="7BA71DA8" w14:textId="77777777" w:rsidR="00A74404" w:rsidRPr="001D2FF9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Referrer’s Phone</w:t>
            </w:r>
          </w:p>
        </w:tc>
        <w:tc>
          <w:tcPr>
            <w:tcW w:w="2152" w:type="dxa"/>
          </w:tcPr>
          <w:p w14:paraId="5529A466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</w:tr>
      <w:tr w:rsidR="00A74404" w14:paraId="3943F1FE" w14:textId="77777777" w:rsidTr="00A74404">
        <w:tc>
          <w:tcPr>
            <w:tcW w:w="2349" w:type="dxa"/>
          </w:tcPr>
          <w:p w14:paraId="1C6F5BE1" w14:textId="77777777" w:rsidR="00A74404" w:rsidRPr="00B22F8B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Referrer’s </w:t>
            </w:r>
            <w:r w:rsidRPr="00B22F8B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3600" w:type="dxa"/>
          </w:tcPr>
          <w:p w14:paraId="77248467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356" w:type="dxa"/>
          </w:tcPr>
          <w:p w14:paraId="4EF85010" w14:textId="77777777" w:rsidR="00A74404" w:rsidRPr="00A74404" w:rsidRDefault="00A74404" w:rsidP="00F40BD7">
            <w:pPr>
              <w:spacing w:before="60" w:after="60"/>
              <w:rPr>
                <w:rFonts w:cstheme="minorHAnsi"/>
                <w:b/>
                <w:bCs/>
              </w:rPr>
            </w:pPr>
            <w:r w:rsidRPr="00A74404">
              <w:rPr>
                <w:rFonts w:cstheme="minorHAnsi"/>
                <w:b/>
                <w:bCs/>
              </w:rPr>
              <w:t>How Referral received</w:t>
            </w:r>
          </w:p>
        </w:tc>
        <w:tc>
          <w:tcPr>
            <w:tcW w:w="2152" w:type="dxa"/>
          </w:tcPr>
          <w:p w14:paraId="27245E57" w14:textId="77777777" w:rsidR="00A74404" w:rsidRDefault="00A74404" w:rsidP="00F40BD7">
            <w:pPr>
              <w:spacing w:before="60" w:after="60"/>
              <w:rPr>
                <w:rFonts w:cstheme="minorHAnsi"/>
              </w:rPr>
            </w:pPr>
          </w:p>
        </w:tc>
      </w:tr>
    </w:tbl>
    <w:p w14:paraId="7EA77490" w14:textId="77777777" w:rsidR="00102F86" w:rsidRPr="001A0EA9" w:rsidRDefault="00102F86" w:rsidP="00102F86">
      <w:pPr>
        <w:tabs>
          <w:tab w:val="left" w:leader="underscore" w:pos="9540"/>
        </w:tabs>
        <w:spacing w:before="120" w:after="120"/>
      </w:pPr>
    </w:p>
    <w:p w14:paraId="792FA99A" w14:textId="77777777" w:rsidR="00102F86" w:rsidRPr="001A0EA9" w:rsidRDefault="00102F86" w:rsidP="00102F86">
      <w:pPr>
        <w:pBdr>
          <w:bottom w:val="single" w:sz="12" w:space="1" w:color="auto"/>
        </w:pBdr>
        <w:tabs>
          <w:tab w:val="left" w:pos="7050"/>
        </w:tabs>
        <w:spacing w:before="120" w:after="120"/>
      </w:pPr>
    </w:p>
    <w:p w14:paraId="348A6B5D" w14:textId="77777777" w:rsidR="00102F86" w:rsidRPr="001A0EA9" w:rsidRDefault="00102F86" w:rsidP="00102F86">
      <w:pPr>
        <w:spacing w:before="120" w:after="120"/>
        <w:rPr>
          <w:b/>
          <w:sz w:val="24"/>
          <w:szCs w:val="24"/>
        </w:rPr>
      </w:pPr>
      <w:r w:rsidRPr="001A0EA9">
        <w:rPr>
          <w:b/>
          <w:sz w:val="24"/>
          <w:szCs w:val="24"/>
        </w:rPr>
        <w:t xml:space="preserve">Client Details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0"/>
        <w:gridCol w:w="1061"/>
        <w:gridCol w:w="990"/>
        <w:gridCol w:w="1125"/>
        <w:gridCol w:w="1819"/>
        <w:gridCol w:w="2982"/>
      </w:tblGrid>
      <w:tr w:rsidR="00A74404" w14:paraId="2D7AC5C5" w14:textId="77777777" w:rsidTr="00F40BD7">
        <w:tc>
          <w:tcPr>
            <w:tcW w:w="2480" w:type="dxa"/>
          </w:tcPr>
          <w:p w14:paraId="3D459059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Full Name</w:t>
            </w:r>
          </w:p>
        </w:tc>
        <w:tc>
          <w:tcPr>
            <w:tcW w:w="3176" w:type="dxa"/>
            <w:gridSpan w:val="3"/>
          </w:tcPr>
          <w:p w14:paraId="30BF7DB3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3D460DED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Gender</w:t>
            </w:r>
          </w:p>
        </w:tc>
        <w:tc>
          <w:tcPr>
            <w:tcW w:w="2982" w:type="dxa"/>
          </w:tcPr>
          <w:p w14:paraId="43910507" w14:textId="77777777" w:rsidR="00A74404" w:rsidRDefault="00A74404" w:rsidP="00F40BD7">
            <w:pPr>
              <w:spacing w:before="120" w:after="120"/>
            </w:pPr>
          </w:p>
        </w:tc>
      </w:tr>
      <w:tr w:rsidR="00A74404" w14:paraId="69F1E0C4" w14:textId="77777777" w:rsidTr="00F40BD7">
        <w:tc>
          <w:tcPr>
            <w:tcW w:w="2480" w:type="dxa"/>
          </w:tcPr>
          <w:p w14:paraId="5A01E371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Date of Birth</w:t>
            </w:r>
          </w:p>
        </w:tc>
        <w:tc>
          <w:tcPr>
            <w:tcW w:w="3176" w:type="dxa"/>
            <w:gridSpan w:val="3"/>
          </w:tcPr>
          <w:p w14:paraId="157F4DD4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4FD98772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Age</w:t>
            </w:r>
          </w:p>
        </w:tc>
        <w:tc>
          <w:tcPr>
            <w:tcW w:w="2982" w:type="dxa"/>
          </w:tcPr>
          <w:p w14:paraId="672DFA8D" w14:textId="77777777" w:rsidR="00A74404" w:rsidRDefault="00A74404" w:rsidP="00F40BD7">
            <w:pPr>
              <w:spacing w:before="120" w:after="120"/>
            </w:pPr>
          </w:p>
        </w:tc>
      </w:tr>
      <w:tr w:rsidR="00A74404" w14:paraId="77B1223D" w14:textId="77777777" w:rsidTr="00F40BD7">
        <w:tc>
          <w:tcPr>
            <w:tcW w:w="2480" w:type="dxa"/>
          </w:tcPr>
          <w:p w14:paraId="7F48AE78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Address</w:t>
            </w:r>
          </w:p>
        </w:tc>
        <w:tc>
          <w:tcPr>
            <w:tcW w:w="7977" w:type="dxa"/>
            <w:gridSpan w:val="5"/>
          </w:tcPr>
          <w:p w14:paraId="225A27AF" w14:textId="77777777" w:rsidR="00A74404" w:rsidRDefault="00A74404" w:rsidP="00F40BD7">
            <w:pPr>
              <w:spacing w:before="120" w:after="120"/>
            </w:pPr>
          </w:p>
        </w:tc>
      </w:tr>
      <w:tr w:rsidR="00A74404" w14:paraId="5CBAF0B8" w14:textId="77777777" w:rsidTr="00F40BD7">
        <w:tc>
          <w:tcPr>
            <w:tcW w:w="2480" w:type="dxa"/>
          </w:tcPr>
          <w:p w14:paraId="617B6ACE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Phone</w:t>
            </w:r>
          </w:p>
        </w:tc>
        <w:tc>
          <w:tcPr>
            <w:tcW w:w="3176" w:type="dxa"/>
            <w:gridSpan w:val="3"/>
          </w:tcPr>
          <w:p w14:paraId="56BD495C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36B4372C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2982" w:type="dxa"/>
          </w:tcPr>
          <w:p w14:paraId="3AB56A47" w14:textId="77777777" w:rsidR="00A74404" w:rsidRDefault="00A74404" w:rsidP="00F40BD7">
            <w:pPr>
              <w:spacing w:before="120" w:after="120"/>
            </w:pPr>
          </w:p>
        </w:tc>
      </w:tr>
      <w:tr w:rsidR="00A74404" w14:paraId="24D3939A" w14:textId="77777777" w:rsidTr="00F40BD7">
        <w:tc>
          <w:tcPr>
            <w:tcW w:w="3541" w:type="dxa"/>
            <w:gridSpan w:val="2"/>
          </w:tcPr>
          <w:p w14:paraId="0AB1B543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Are we able to leave a message</w:t>
            </w:r>
          </w:p>
        </w:tc>
        <w:tc>
          <w:tcPr>
            <w:tcW w:w="990" w:type="dxa"/>
          </w:tcPr>
          <w:p w14:paraId="5E838CD3" w14:textId="77777777" w:rsidR="00A74404" w:rsidRPr="00AA1854" w:rsidRDefault="00A74404" w:rsidP="00F40BD7">
            <w:pPr>
              <w:spacing w:before="120" w:after="120"/>
              <w:rPr>
                <w:b/>
                <w:bCs/>
              </w:rPr>
            </w:pPr>
            <w:r w:rsidRPr="00AA1854">
              <w:rPr>
                <w:b/>
                <w:bCs/>
              </w:rPr>
              <w:t>Yes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1125" w:type="dxa"/>
          </w:tcPr>
          <w:p w14:paraId="77BE7169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No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4801" w:type="dxa"/>
            <w:gridSpan w:val="2"/>
          </w:tcPr>
          <w:p w14:paraId="6011C586" w14:textId="77777777" w:rsidR="00A74404" w:rsidRPr="00AA1854" w:rsidRDefault="00A74404" w:rsidP="00F40BD7">
            <w:pPr>
              <w:spacing w:before="120" w:after="120"/>
              <w:rPr>
                <w:b/>
                <w:bCs/>
              </w:rPr>
            </w:pPr>
            <w:r w:rsidRPr="00AA1854">
              <w:rPr>
                <w:b/>
                <w:bCs/>
              </w:rPr>
              <w:t>Comment</w:t>
            </w:r>
            <w:r>
              <w:rPr>
                <w:b/>
                <w:bCs/>
              </w:rPr>
              <w:t>:</w:t>
            </w:r>
          </w:p>
        </w:tc>
      </w:tr>
      <w:tr w:rsidR="00A74404" w14:paraId="0342BA10" w14:textId="77777777" w:rsidTr="00F40BD7">
        <w:tc>
          <w:tcPr>
            <w:tcW w:w="2480" w:type="dxa"/>
          </w:tcPr>
          <w:p w14:paraId="63D24054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Ethnicity (iwi)</w:t>
            </w:r>
          </w:p>
        </w:tc>
        <w:tc>
          <w:tcPr>
            <w:tcW w:w="3176" w:type="dxa"/>
            <w:gridSpan w:val="3"/>
          </w:tcPr>
          <w:p w14:paraId="13FAB800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1471978B" w14:textId="77777777" w:rsidR="00A74404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Country of Birth</w:t>
            </w:r>
          </w:p>
        </w:tc>
        <w:tc>
          <w:tcPr>
            <w:tcW w:w="2982" w:type="dxa"/>
          </w:tcPr>
          <w:p w14:paraId="64CF642B" w14:textId="77777777" w:rsidR="00A74404" w:rsidRDefault="00A74404" w:rsidP="00F40BD7">
            <w:pPr>
              <w:spacing w:before="120" w:after="120"/>
            </w:pPr>
          </w:p>
        </w:tc>
      </w:tr>
    </w:tbl>
    <w:p w14:paraId="31E8B5A1" w14:textId="77777777" w:rsidR="00102F86" w:rsidRPr="001A0EA9" w:rsidRDefault="00102F86" w:rsidP="00102F86">
      <w:pPr>
        <w:pBdr>
          <w:bottom w:val="single" w:sz="12" w:space="1" w:color="auto"/>
        </w:pBdr>
        <w:tabs>
          <w:tab w:val="left" w:pos="7050"/>
        </w:tabs>
        <w:spacing w:before="120" w:after="120"/>
      </w:pPr>
    </w:p>
    <w:p w14:paraId="478CB5B6" w14:textId="77777777" w:rsidR="00102F86" w:rsidRPr="00A74404" w:rsidRDefault="00102F86" w:rsidP="00102F86">
      <w:pPr>
        <w:spacing w:before="120" w:after="120"/>
        <w:rPr>
          <w:b/>
          <w:sz w:val="24"/>
          <w:szCs w:val="24"/>
        </w:rPr>
      </w:pPr>
      <w:r w:rsidRPr="00A74404">
        <w:rPr>
          <w:b/>
          <w:sz w:val="24"/>
          <w:szCs w:val="24"/>
        </w:rPr>
        <w:t>Client’s Family Details</w:t>
      </w:r>
    </w:p>
    <w:p w14:paraId="7C23D7E3" w14:textId="77777777" w:rsidR="00102F86" w:rsidRPr="00A74404" w:rsidRDefault="00102F86" w:rsidP="00102F86">
      <w:pPr>
        <w:tabs>
          <w:tab w:val="left" w:leader="underscore" w:pos="9540"/>
        </w:tabs>
        <w:spacing w:before="120" w:after="120"/>
        <w:rPr>
          <w:u w:val="single"/>
        </w:rPr>
      </w:pPr>
      <w:r w:rsidRPr="001A0EA9">
        <w:t>Partner or Ex-partner’s name</w:t>
      </w:r>
      <w: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0"/>
        <w:gridCol w:w="3176"/>
        <w:gridCol w:w="1819"/>
        <w:gridCol w:w="2982"/>
      </w:tblGrid>
      <w:tr w:rsidR="00A74404" w14:paraId="0A43D459" w14:textId="77777777" w:rsidTr="00F40BD7">
        <w:tc>
          <w:tcPr>
            <w:tcW w:w="2480" w:type="dxa"/>
          </w:tcPr>
          <w:p w14:paraId="061E1854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Full Name</w:t>
            </w:r>
          </w:p>
        </w:tc>
        <w:tc>
          <w:tcPr>
            <w:tcW w:w="3176" w:type="dxa"/>
          </w:tcPr>
          <w:p w14:paraId="4B98018B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217FFFB9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Gender</w:t>
            </w:r>
          </w:p>
        </w:tc>
        <w:tc>
          <w:tcPr>
            <w:tcW w:w="2982" w:type="dxa"/>
          </w:tcPr>
          <w:p w14:paraId="468227F6" w14:textId="77777777" w:rsidR="00A74404" w:rsidRDefault="00A74404" w:rsidP="00F40BD7">
            <w:pPr>
              <w:spacing w:before="120" w:after="120"/>
            </w:pPr>
          </w:p>
        </w:tc>
      </w:tr>
      <w:tr w:rsidR="00A74404" w14:paraId="1B72F262" w14:textId="77777777" w:rsidTr="00F40BD7">
        <w:tc>
          <w:tcPr>
            <w:tcW w:w="2480" w:type="dxa"/>
          </w:tcPr>
          <w:p w14:paraId="673614D9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Date of Birth</w:t>
            </w:r>
          </w:p>
        </w:tc>
        <w:tc>
          <w:tcPr>
            <w:tcW w:w="3176" w:type="dxa"/>
          </w:tcPr>
          <w:p w14:paraId="20CAC3B7" w14:textId="77777777" w:rsidR="00A74404" w:rsidRDefault="00A74404" w:rsidP="00F40BD7">
            <w:pPr>
              <w:spacing w:before="120" w:after="120"/>
            </w:pPr>
          </w:p>
        </w:tc>
        <w:tc>
          <w:tcPr>
            <w:tcW w:w="1819" w:type="dxa"/>
          </w:tcPr>
          <w:p w14:paraId="1DC31920" w14:textId="77777777" w:rsidR="00A74404" w:rsidRPr="000A24EB" w:rsidRDefault="00A74404" w:rsidP="00F40BD7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Age</w:t>
            </w:r>
          </w:p>
        </w:tc>
        <w:tc>
          <w:tcPr>
            <w:tcW w:w="2982" w:type="dxa"/>
          </w:tcPr>
          <w:p w14:paraId="60A7ABB4" w14:textId="77777777" w:rsidR="00A74404" w:rsidRDefault="00A74404" w:rsidP="00F40BD7">
            <w:pPr>
              <w:spacing w:before="120" w:after="120"/>
            </w:pPr>
          </w:p>
        </w:tc>
      </w:tr>
      <w:tr w:rsidR="00A74404" w14:paraId="6095CF2E" w14:textId="77777777" w:rsidTr="00F40BD7">
        <w:tc>
          <w:tcPr>
            <w:tcW w:w="2480" w:type="dxa"/>
          </w:tcPr>
          <w:p w14:paraId="23C952D9" w14:textId="77777777" w:rsidR="00A74404" w:rsidRDefault="00A74404" w:rsidP="00A74404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Ethnicity (iwi)</w:t>
            </w:r>
          </w:p>
        </w:tc>
        <w:tc>
          <w:tcPr>
            <w:tcW w:w="3176" w:type="dxa"/>
          </w:tcPr>
          <w:p w14:paraId="7D7C1FFA" w14:textId="77777777" w:rsidR="00A74404" w:rsidRDefault="00A74404" w:rsidP="00A74404">
            <w:pPr>
              <w:spacing w:before="120" w:after="120"/>
            </w:pPr>
          </w:p>
        </w:tc>
        <w:tc>
          <w:tcPr>
            <w:tcW w:w="1819" w:type="dxa"/>
          </w:tcPr>
          <w:p w14:paraId="1DE3AF29" w14:textId="77777777" w:rsidR="00A74404" w:rsidRDefault="00A74404" w:rsidP="00A74404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Country of Birth</w:t>
            </w:r>
          </w:p>
        </w:tc>
        <w:tc>
          <w:tcPr>
            <w:tcW w:w="2982" w:type="dxa"/>
          </w:tcPr>
          <w:p w14:paraId="42C37CC1" w14:textId="77777777" w:rsidR="00A74404" w:rsidRDefault="00A74404" w:rsidP="00A74404">
            <w:pPr>
              <w:spacing w:before="120" w:after="120"/>
            </w:pPr>
          </w:p>
        </w:tc>
      </w:tr>
    </w:tbl>
    <w:p w14:paraId="6E39F418" w14:textId="77777777" w:rsidR="00102F86" w:rsidRPr="001A0EA9" w:rsidRDefault="00102F86" w:rsidP="00102F86">
      <w:pPr>
        <w:spacing w:before="120" w:after="120"/>
      </w:pPr>
      <w:r w:rsidRPr="001A0EA9">
        <w:t>Please list all children under the age of 18 names and ages. Including step children or children in the clients care.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1303"/>
        <w:gridCol w:w="720"/>
        <w:gridCol w:w="2250"/>
        <w:gridCol w:w="2880"/>
      </w:tblGrid>
      <w:tr w:rsidR="00102F86" w:rsidRPr="001A0EA9" w14:paraId="36C0B444" w14:textId="77777777" w:rsidTr="00B7188A">
        <w:tc>
          <w:tcPr>
            <w:tcW w:w="2765" w:type="dxa"/>
          </w:tcPr>
          <w:p w14:paraId="40563B7F" w14:textId="77777777" w:rsidR="00102F86" w:rsidRPr="002F2600" w:rsidRDefault="00102F86" w:rsidP="00B7188A">
            <w:pPr>
              <w:spacing w:before="120" w:after="120"/>
              <w:rPr>
                <w:b/>
                <w:bCs/>
              </w:rPr>
            </w:pPr>
            <w:r w:rsidRPr="002F2600">
              <w:rPr>
                <w:b/>
                <w:bCs/>
              </w:rPr>
              <w:t>NAME</w:t>
            </w:r>
          </w:p>
        </w:tc>
        <w:tc>
          <w:tcPr>
            <w:tcW w:w="1303" w:type="dxa"/>
          </w:tcPr>
          <w:p w14:paraId="47355DDD" w14:textId="77777777" w:rsidR="00102F86" w:rsidRPr="002F2600" w:rsidRDefault="00102F86" w:rsidP="00B7188A">
            <w:pPr>
              <w:spacing w:before="120" w:after="120"/>
              <w:rPr>
                <w:b/>
                <w:bCs/>
              </w:rPr>
            </w:pPr>
            <w:r w:rsidRPr="002F2600">
              <w:rPr>
                <w:b/>
                <w:bCs/>
              </w:rPr>
              <w:t xml:space="preserve">DOB </w:t>
            </w:r>
          </w:p>
        </w:tc>
        <w:tc>
          <w:tcPr>
            <w:tcW w:w="720" w:type="dxa"/>
          </w:tcPr>
          <w:p w14:paraId="655EC23F" w14:textId="77777777" w:rsidR="00102F86" w:rsidRPr="002F2600" w:rsidRDefault="00102F86" w:rsidP="00B7188A">
            <w:pPr>
              <w:spacing w:before="120" w:after="120"/>
              <w:rPr>
                <w:b/>
                <w:bCs/>
              </w:rPr>
            </w:pPr>
            <w:r w:rsidRPr="002F2600">
              <w:rPr>
                <w:b/>
                <w:bCs/>
              </w:rPr>
              <w:t xml:space="preserve">AGE </w:t>
            </w:r>
          </w:p>
        </w:tc>
        <w:tc>
          <w:tcPr>
            <w:tcW w:w="2250" w:type="dxa"/>
          </w:tcPr>
          <w:p w14:paraId="7F4ED85A" w14:textId="77777777" w:rsidR="00102F86" w:rsidRPr="002F2600" w:rsidRDefault="00102F86" w:rsidP="00B7188A">
            <w:pPr>
              <w:spacing w:before="120" w:after="120"/>
              <w:rPr>
                <w:b/>
                <w:bCs/>
              </w:rPr>
            </w:pPr>
            <w:r w:rsidRPr="002F2600">
              <w:rPr>
                <w:b/>
                <w:bCs/>
              </w:rPr>
              <w:t>ETHNICITY</w:t>
            </w:r>
          </w:p>
        </w:tc>
        <w:tc>
          <w:tcPr>
            <w:tcW w:w="2880" w:type="dxa"/>
          </w:tcPr>
          <w:p w14:paraId="0ECF035D" w14:textId="77777777" w:rsidR="00102F86" w:rsidRPr="002F2600" w:rsidRDefault="00102F86" w:rsidP="00B7188A">
            <w:pPr>
              <w:spacing w:before="120" w:after="120"/>
              <w:rPr>
                <w:b/>
                <w:bCs/>
              </w:rPr>
            </w:pPr>
            <w:r w:rsidRPr="002F2600">
              <w:rPr>
                <w:b/>
                <w:bCs/>
              </w:rPr>
              <w:t>RELATIONSHIP TO CLIENT</w:t>
            </w:r>
          </w:p>
        </w:tc>
      </w:tr>
      <w:tr w:rsidR="00102F86" w:rsidRPr="001A0EA9" w14:paraId="4E4E9C95" w14:textId="77777777" w:rsidTr="00B7188A">
        <w:trPr>
          <w:trHeight w:val="413"/>
        </w:trPr>
        <w:tc>
          <w:tcPr>
            <w:tcW w:w="2765" w:type="dxa"/>
          </w:tcPr>
          <w:p w14:paraId="19D0785C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1303" w:type="dxa"/>
          </w:tcPr>
          <w:p w14:paraId="6DA62B39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720" w:type="dxa"/>
          </w:tcPr>
          <w:p w14:paraId="1AD526B1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250" w:type="dxa"/>
          </w:tcPr>
          <w:p w14:paraId="7E3A06E0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880" w:type="dxa"/>
          </w:tcPr>
          <w:p w14:paraId="1326B085" w14:textId="77777777" w:rsidR="00102F86" w:rsidRPr="001A0EA9" w:rsidRDefault="00102F86" w:rsidP="00B7188A">
            <w:pPr>
              <w:spacing w:before="120" w:after="120"/>
            </w:pPr>
          </w:p>
        </w:tc>
      </w:tr>
      <w:tr w:rsidR="00102F86" w:rsidRPr="001A0EA9" w14:paraId="66174B4F" w14:textId="77777777" w:rsidTr="00B7188A">
        <w:trPr>
          <w:trHeight w:val="350"/>
        </w:trPr>
        <w:tc>
          <w:tcPr>
            <w:tcW w:w="2765" w:type="dxa"/>
          </w:tcPr>
          <w:p w14:paraId="38D9D7CC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1303" w:type="dxa"/>
          </w:tcPr>
          <w:p w14:paraId="18387485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720" w:type="dxa"/>
          </w:tcPr>
          <w:p w14:paraId="48DAC9C3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250" w:type="dxa"/>
          </w:tcPr>
          <w:p w14:paraId="0C7B2791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880" w:type="dxa"/>
          </w:tcPr>
          <w:p w14:paraId="6BA9A477" w14:textId="77777777" w:rsidR="00102F86" w:rsidRPr="001A0EA9" w:rsidRDefault="00102F86" w:rsidP="00B7188A">
            <w:pPr>
              <w:spacing w:before="120" w:after="120"/>
            </w:pPr>
          </w:p>
        </w:tc>
      </w:tr>
      <w:tr w:rsidR="00102F86" w:rsidRPr="001A0EA9" w14:paraId="548B52A9" w14:textId="77777777" w:rsidTr="00B7188A">
        <w:trPr>
          <w:trHeight w:val="350"/>
        </w:trPr>
        <w:tc>
          <w:tcPr>
            <w:tcW w:w="2765" w:type="dxa"/>
          </w:tcPr>
          <w:p w14:paraId="26B10D10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1303" w:type="dxa"/>
          </w:tcPr>
          <w:p w14:paraId="714EDFD9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720" w:type="dxa"/>
          </w:tcPr>
          <w:p w14:paraId="79EE7B25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250" w:type="dxa"/>
          </w:tcPr>
          <w:p w14:paraId="4CF72943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880" w:type="dxa"/>
          </w:tcPr>
          <w:p w14:paraId="40F6BBB1" w14:textId="77777777" w:rsidR="00102F86" w:rsidRPr="001A0EA9" w:rsidRDefault="00102F86" w:rsidP="00B7188A">
            <w:pPr>
              <w:spacing w:before="120" w:after="120"/>
            </w:pPr>
          </w:p>
        </w:tc>
      </w:tr>
      <w:tr w:rsidR="00102F86" w:rsidRPr="001A0EA9" w14:paraId="043E4A06" w14:textId="77777777" w:rsidTr="00B7188A">
        <w:trPr>
          <w:trHeight w:val="350"/>
        </w:trPr>
        <w:tc>
          <w:tcPr>
            <w:tcW w:w="2765" w:type="dxa"/>
          </w:tcPr>
          <w:p w14:paraId="7FEF03AB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1303" w:type="dxa"/>
          </w:tcPr>
          <w:p w14:paraId="0F6CB501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720" w:type="dxa"/>
          </w:tcPr>
          <w:p w14:paraId="5868A0D5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250" w:type="dxa"/>
          </w:tcPr>
          <w:p w14:paraId="40EEF16E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880" w:type="dxa"/>
          </w:tcPr>
          <w:p w14:paraId="29B0F1F0" w14:textId="77777777" w:rsidR="00102F86" w:rsidRPr="001A0EA9" w:rsidRDefault="00102F86" w:rsidP="00B7188A">
            <w:pPr>
              <w:spacing w:before="120" w:after="120"/>
            </w:pPr>
          </w:p>
        </w:tc>
      </w:tr>
      <w:tr w:rsidR="00102F86" w:rsidRPr="001A0EA9" w14:paraId="3F94E795" w14:textId="77777777" w:rsidTr="00B7188A">
        <w:trPr>
          <w:trHeight w:val="350"/>
        </w:trPr>
        <w:tc>
          <w:tcPr>
            <w:tcW w:w="2765" w:type="dxa"/>
          </w:tcPr>
          <w:p w14:paraId="64AA86BE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1303" w:type="dxa"/>
          </w:tcPr>
          <w:p w14:paraId="7D001A8F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720" w:type="dxa"/>
          </w:tcPr>
          <w:p w14:paraId="0807E39A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250" w:type="dxa"/>
          </w:tcPr>
          <w:p w14:paraId="31B343F8" w14:textId="77777777" w:rsidR="00102F86" w:rsidRPr="001A0EA9" w:rsidRDefault="00102F86" w:rsidP="00B7188A">
            <w:pPr>
              <w:spacing w:before="120" w:after="120"/>
            </w:pPr>
          </w:p>
        </w:tc>
        <w:tc>
          <w:tcPr>
            <w:tcW w:w="2880" w:type="dxa"/>
          </w:tcPr>
          <w:p w14:paraId="45433D56" w14:textId="77777777" w:rsidR="00102F86" w:rsidRPr="001A0EA9" w:rsidRDefault="00102F86" w:rsidP="00B7188A">
            <w:pPr>
              <w:spacing w:before="120" w:after="120"/>
            </w:pPr>
          </w:p>
        </w:tc>
      </w:tr>
    </w:tbl>
    <w:p w14:paraId="4E8502B7" w14:textId="77777777" w:rsidR="002F2600" w:rsidRDefault="002F2600" w:rsidP="00102F86">
      <w:pPr>
        <w:spacing w:before="120" w:after="120"/>
        <w:rPr>
          <w:b/>
          <w:bCs/>
        </w:rPr>
      </w:pPr>
    </w:p>
    <w:p w14:paraId="5FC5FA2C" w14:textId="77777777" w:rsidR="002F2600" w:rsidRDefault="002F2600">
      <w:pPr>
        <w:spacing w:after="200"/>
        <w:rPr>
          <w:b/>
          <w:bCs/>
        </w:rPr>
      </w:pPr>
      <w:r>
        <w:rPr>
          <w:b/>
          <w:bCs/>
        </w:rPr>
        <w:br w:type="page"/>
      </w:r>
    </w:p>
    <w:p w14:paraId="491B6611" w14:textId="77777777" w:rsidR="00102F86" w:rsidRPr="002F2600" w:rsidRDefault="00102F86" w:rsidP="00102F86">
      <w:pPr>
        <w:spacing w:before="120" w:after="120"/>
        <w:rPr>
          <w:b/>
          <w:bCs/>
        </w:rPr>
      </w:pPr>
      <w:r w:rsidRPr="002F2600">
        <w:rPr>
          <w:b/>
          <w:bCs/>
        </w:rPr>
        <w:lastRenderedPageBreak/>
        <w:t xml:space="preserve">Current risks and reason for the referral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74404" w14:paraId="726F9C92" w14:textId="77777777" w:rsidTr="00A74404">
        <w:tc>
          <w:tcPr>
            <w:tcW w:w="10457" w:type="dxa"/>
          </w:tcPr>
          <w:p w14:paraId="3B276C39" w14:textId="77777777" w:rsidR="00A74404" w:rsidRPr="002F2600" w:rsidRDefault="00A74404" w:rsidP="00102F86">
            <w:pPr>
              <w:tabs>
                <w:tab w:val="left" w:leader="underscore" w:pos="9540"/>
              </w:tabs>
              <w:spacing w:before="120" w:after="120"/>
              <w:rPr>
                <w:bCs/>
              </w:rPr>
            </w:pPr>
          </w:p>
        </w:tc>
      </w:tr>
    </w:tbl>
    <w:p w14:paraId="3ED69363" w14:textId="77777777" w:rsidR="00102F86" w:rsidRDefault="00102F86" w:rsidP="00102F86">
      <w:pPr>
        <w:tabs>
          <w:tab w:val="left" w:leader="underscore" w:pos="9540"/>
        </w:tabs>
        <w:spacing w:before="120" w:after="120"/>
        <w:rPr>
          <w:b/>
          <w:sz w:val="24"/>
        </w:rPr>
      </w:pPr>
    </w:p>
    <w:p w14:paraId="48E10AAA" w14:textId="77777777" w:rsidR="00102F86" w:rsidRDefault="00102F86" w:rsidP="00102F86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D81A07A" wp14:editId="30F63A98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61950" cy="190500"/>
                <wp:effectExtent l="0" t="0" r="19050" b="1905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A5327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81A07A" id="_x0000_t202" coordsize="21600,21600" o:spt="202" path="m,l,21600r21600,l21600,xe">
                <v:stroke joinstyle="miter"/>
                <v:path gradientshapeok="t" o:connecttype="rect"/>
              </v:shapetype>
              <v:shape id="Text Box 310" o:spid="_x0000_s1026" type="#_x0000_t202" style="position:absolute;margin-left:282pt;margin-top:0;width:28.5pt;height:1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" fillcolor="white [3201]" strokeweight=".5pt">
                <v:textbox>
                  <w:txbxContent>
                    <w:p w14:paraId="5D6A5327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1329DA0" wp14:editId="3DD5FD1C">
                <wp:simplePos x="0" y="0"/>
                <wp:positionH relativeFrom="margin">
                  <wp:posOffset>2705099</wp:posOffset>
                </wp:positionH>
                <wp:positionV relativeFrom="paragraph">
                  <wp:posOffset>9525</wp:posOffset>
                </wp:positionV>
                <wp:extent cx="333375" cy="219075"/>
                <wp:effectExtent l="0" t="0" r="28575" b="28575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3EEE47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29DA0" id="Text Box 311" o:spid="_x0000_s1027" type="#_x0000_t202" style="position:absolute;margin-left:213pt;margin-top:.75pt;width:26.25pt;height:17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" fillcolor="window" strokeweight=".5pt">
                <v:textbox>
                  <w:txbxContent>
                    <w:p w14:paraId="7F3EEE47" w14:textId="77777777" w:rsidR="00102F86" w:rsidRDefault="00102F86" w:rsidP="00102F86"/>
                  </w:txbxContent>
                </v:textbox>
                <w10:wrap anchorx="margin"/>
              </v:shape>
            </w:pict>
          </mc:Fallback>
        </mc:AlternateContent>
      </w:r>
      <w:r w:rsidRPr="001A0EA9">
        <w:rPr>
          <w:b/>
          <w:sz w:val="24"/>
        </w:rPr>
        <w:t xml:space="preserve">Alcohol / Drug </w:t>
      </w:r>
      <w:r>
        <w:rPr>
          <w:b/>
          <w:sz w:val="24"/>
        </w:rPr>
        <w:t xml:space="preserve">use?    </w:t>
      </w:r>
      <w:r>
        <w:rPr>
          <w:b/>
          <w:sz w:val="24"/>
        </w:rPr>
        <w:tab/>
      </w:r>
      <w:r>
        <w:rPr>
          <w:b/>
          <w:sz w:val="24"/>
        </w:rPr>
        <w:tab/>
        <w:t>Yes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No      </w:t>
      </w:r>
    </w:p>
    <w:p w14:paraId="7C630375" w14:textId="77777777" w:rsidR="00102F86" w:rsidRPr="001A0EA9" w:rsidRDefault="00102F86" w:rsidP="00102F86">
      <w:pPr>
        <w:spacing w:before="120" w:after="120"/>
      </w:pPr>
      <w:r w:rsidRPr="001A0EA9">
        <w:t>Has the client been assessed for alcohol or drug use?  (Y / N)</w:t>
      </w:r>
    </w:p>
    <w:p w14:paraId="7D888853" w14:textId="77777777" w:rsidR="00102F86" w:rsidRPr="001A0EA9" w:rsidRDefault="00102F86" w:rsidP="00102F86">
      <w:pPr>
        <w:spacing w:before="120" w:after="120"/>
      </w:pPr>
      <w:r w:rsidRPr="001A0EA9">
        <w:t xml:space="preserve">Do you feel that the client has A &amp; D issues that would impact on their ability to </w:t>
      </w:r>
      <w:r>
        <w:t>engage with</w:t>
      </w:r>
      <w:r w:rsidRPr="001A0EA9">
        <w:t xml:space="preserve"> ReachOut</w:t>
      </w:r>
      <w:r>
        <w:t>’</w:t>
      </w:r>
      <w:r w:rsidRPr="001A0EA9">
        <w:t>s service</w:t>
      </w:r>
      <w:r>
        <w:t xml:space="preserve">s? </w:t>
      </w:r>
      <w:r w:rsidRPr="001A0EA9">
        <w:t>(Y / N)</w:t>
      </w:r>
    </w:p>
    <w:p w14:paraId="79E2DCD9" w14:textId="77777777" w:rsidR="00102F86" w:rsidRDefault="00102F86" w:rsidP="00102F86">
      <w:pPr>
        <w:tabs>
          <w:tab w:val="left" w:leader="underscore" w:pos="9540"/>
        </w:tabs>
        <w:spacing w:before="120" w:after="120"/>
      </w:pPr>
      <w:r w:rsidRPr="001A0EA9">
        <w:t xml:space="preserve">If yes </w:t>
      </w:r>
      <w:r>
        <w:t xml:space="preserve">please give details: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2F2600" w14:paraId="0E144CB6" w14:textId="77777777" w:rsidTr="00F40BD7">
        <w:tc>
          <w:tcPr>
            <w:tcW w:w="10457" w:type="dxa"/>
          </w:tcPr>
          <w:p w14:paraId="0F3F650D" w14:textId="77777777" w:rsidR="002F2600" w:rsidRPr="002F2600" w:rsidRDefault="002F2600" w:rsidP="00F40BD7">
            <w:pPr>
              <w:tabs>
                <w:tab w:val="left" w:leader="underscore" w:pos="9540"/>
              </w:tabs>
              <w:spacing w:before="120" w:after="120"/>
              <w:rPr>
                <w:bCs/>
              </w:rPr>
            </w:pPr>
          </w:p>
        </w:tc>
      </w:tr>
    </w:tbl>
    <w:p w14:paraId="3BCFA34E" w14:textId="77777777" w:rsidR="002F2600" w:rsidRDefault="002F2600" w:rsidP="002F2600">
      <w:pPr>
        <w:tabs>
          <w:tab w:val="left" w:leader="underscore" w:pos="9540"/>
        </w:tabs>
        <w:spacing w:before="120" w:after="120"/>
        <w:rPr>
          <w:b/>
          <w:sz w:val="24"/>
        </w:rPr>
      </w:pPr>
    </w:p>
    <w:p w14:paraId="27B8C23A" w14:textId="77777777" w:rsidR="00102F86" w:rsidRDefault="00102F86" w:rsidP="00102F86">
      <w:pPr>
        <w:spacing w:before="120" w:after="120"/>
        <w:rPr>
          <w:b/>
          <w:sz w:val="24"/>
          <w:szCs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5BE9EC" wp14:editId="4229D8E7">
                <wp:simplePos x="0" y="0"/>
                <wp:positionH relativeFrom="column">
                  <wp:posOffset>2695575</wp:posOffset>
                </wp:positionH>
                <wp:positionV relativeFrom="paragraph">
                  <wp:posOffset>-635</wp:posOffset>
                </wp:positionV>
                <wp:extent cx="361950" cy="190500"/>
                <wp:effectExtent l="0" t="0" r="19050" b="1905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02F2D5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BE9EC" id="Text Box 312" o:spid="_x0000_s1028" type="#_x0000_t202" style="position:absolute;margin-left:212.25pt;margin-top:-.05pt;width:28.5pt;height: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" fillcolor="window" strokeweight=".5pt">
                <v:textbox>
                  <w:txbxContent>
                    <w:p w14:paraId="6602F2D5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2EB69" wp14:editId="05BDFEA7">
                <wp:simplePos x="0" y="0"/>
                <wp:positionH relativeFrom="margin">
                  <wp:posOffset>3703955</wp:posOffset>
                </wp:positionH>
                <wp:positionV relativeFrom="paragraph">
                  <wp:posOffset>8890</wp:posOffset>
                </wp:positionV>
                <wp:extent cx="361950" cy="190500"/>
                <wp:effectExtent l="0" t="0" r="19050" b="1905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375600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2EB69" id="Text Box 313" o:spid="_x0000_s1029" type="#_x0000_t202" style="position:absolute;margin-left:291.65pt;margin-top:.7pt;width:28.5pt;height:1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" fillcolor="window" strokeweight=".5pt">
                <v:textbox>
                  <w:txbxContent>
                    <w:p w14:paraId="74375600" w14:textId="77777777" w:rsidR="00102F86" w:rsidRDefault="00102F86" w:rsidP="00102F86"/>
                  </w:txbxContent>
                </v:textbox>
                <w10:wrap anchorx="margin"/>
              </v:shape>
            </w:pict>
          </mc:Fallback>
        </mc:AlternateContent>
      </w:r>
      <w:r w:rsidRPr="00F91C00">
        <w:rPr>
          <w:b/>
          <w:sz w:val="24"/>
          <w:szCs w:val="24"/>
        </w:rPr>
        <w:t>Gambling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tab/>
      </w:r>
      <w:r>
        <w:tab/>
      </w:r>
      <w:r>
        <w:rPr>
          <w:b/>
          <w:sz w:val="24"/>
        </w:rPr>
        <w:t>Yes</w:t>
      </w:r>
      <w:r>
        <w:t xml:space="preserve"> </w:t>
      </w:r>
      <w:r>
        <w:tab/>
      </w:r>
      <w:r>
        <w:tab/>
      </w:r>
      <w:r>
        <w:rPr>
          <w:b/>
          <w:sz w:val="24"/>
        </w:rPr>
        <w:t>No</w:t>
      </w:r>
      <w:r w:rsidRPr="00F91C00">
        <w:rPr>
          <w:b/>
          <w:sz w:val="24"/>
        </w:rPr>
        <w:t xml:space="preserve"> </w:t>
      </w:r>
      <w:r>
        <w:rPr>
          <w:b/>
          <w:sz w:val="24"/>
        </w:rPr>
        <w:t xml:space="preserve">  </w:t>
      </w:r>
    </w:p>
    <w:p w14:paraId="75FFEB35" w14:textId="77777777" w:rsidR="00102F86" w:rsidRDefault="00102F86" w:rsidP="00102F86">
      <w:pPr>
        <w:spacing w:before="120" w:after="120"/>
      </w:pPr>
      <w:r>
        <w:t>D</w:t>
      </w:r>
      <w:r w:rsidRPr="00A15F1E">
        <w:t>oes the client have a history of problem gambling?</w:t>
      </w:r>
    </w:p>
    <w:p w14:paraId="75EF3CAC" w14:textId="77777777" w:rsidR="00102F86" w:rsidRDefault="00102F86" w:rsidP="00102F86">
      <w:pPr>
        <w:spacing w:before="120" w:after="120"/>
      </w:pPr>
      <w:r w:rsidRPr="00A15F1E">
        <w:t>Has the client received any support in relation to the gambling problem?</w:t>
      </w:r>
    </w:p>
    <w:p w14:paraId="75F78C64" w14:textId="77777777" w:rsidR="00102F86" w:rsidRPr="00A15F1E" w:rsidRDefault="00102F86" w:rsidP="00102F86">
      <w:pPr>
        <w:spacing w:before="120" w:after="120"/>
      </w:pPr>
    </w:p>
    <w:p w14:paraId="34D1C68C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4DF0889" wp14:editId="5B574EA1">
                <wp:simplePos x="0" y="0"/>
                <wp:positionH relativeFrom="column">
                  <wp:posOffset>5791200</wp:posOffset>
                </wp:positionH>
                <wp:positionV relativeFrom="paragraph">
                  <wp:posOffset>8890</wp:posOffset>
                </wp:positionV>
                <wp:extent cx="361950" cy="190500"/>
                <wp:effectExtent l="0" t="0" r="19050" b="1905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E07581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F0889" id="Text Box 314" o:spid="_x0000_s1030" type="#_x0000_t202" style="position:absolute;margin-left:456pt;margin-top:.7pt;width:28.5pt;height:1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" fillcolor="window" strokeweight=".5pt">
                <v:textbox>
                  <w:txbxContent>
                    <w:p w14:paraId="21E07581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704EAE" wp14:editId="52873B08">
                <wp:simplePos x="0" y="0"/>
                <wp:positionH relativeFrom="column">
                  <wp:posOffset>4600575</wp:posOffset>
                </wp:positionH>
                <wp:positionV relativeFrom="paragraph">
                  <wp:posOffset>8890</wp:posOffset>
                </wp:positionV>
                <wp:extent cx="361950" cy="190500"/>
                <wp:effectExtent l="0" t="0" r="19050" b="19050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55B718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04EAE" id="Text Box 315" o:spid="_x0000_s1031" type="#_x0000_t202" style="position:absolute;margin-left:362.25pt;margin-top:.7pt;width:28.5pt;height:1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" fillcolor="window" strokeweight=".5pt">
                <v:textbox>
                  <w:txbxContent>
                    <w:p w14:paraId="5255B718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 w:rsidRPr="001A0EA9">
        <w:rPr>
          <w:b/>
          <w:sz w:val="24"/>
        </w:rPr>
        <w:t>Criminal History</w:t>
      </w:r>
      <w:r w:rsidRPr="001A0EA9">
        <w:rPr>
          <w:sz w:val="24"/>
        </w:rPr>
        <w:t xml:space="preserve"> </w:t>
      </w:r>
      <w:r w:rsidRPr="001A0EA9">
        <w:t>(Violence Related Charges)</w:t>
      </w:r>
      <w:r>
        <w:t>:</w:t>
      </w:r>
      <w:r>
        <w:tab/>
        <w:t xml:space="preserve"> </w:t>
      </w:r>
      <w:r>
        <w:tab/>
      </w:r>
      <w:r>
        <w:tab/>
      </w:r>
      <w:r>
        <w:rPr>
          <w:b/>
          <w:sz w:val="24"/>
        </w:rPr>
        <w:t>Yes</w:t>
      </w:r>
      <w:r>
        <w:t xml:space="preserve"> </w:t>
      </w:r>
      <w:r>
        <w:tab/>
      </w:r>
      <w:r>
        <w:tab/>
      </w:r>
      <w:r>
        <w:rPr>
          <w:b/>
          <w:sz w:val="24"/>
        </w:rPr>
        <w:t xml:space="preserve">        No</w:t>
      </w:r>
    </w:p>
    <w:p w14:paraId="6EBACA30" w14:textId="77777777" w:rsidR="00102F86" w:rsidRDefault="00102F86" w:rsidP="00102F86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</w:pPr>
      <w:r>
        <w:t>If yes, please give details:</w:t>
      </w:r>
    </w:p>
    <w:p w14:paraId="0EEB91C5" w14:textId="77777777" w:rsidR="00102F86" w:rsidRDefault="00102F86" w:rsidP="00102F86">
      <w:pPr>
        <w:spacing w:before="120" w:after="120"/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F0893C" wp14:editId="2ECD88C8">
                <wp:simplePos x="0" y="0"/>
                <wp:positionH relativeFrom="column">
                  <wp:posOffset>1571625</wp:posOffset>
                </wp:positionH>
                <wp:positionV relativeFrom="paragraph">
                  <wp:posOffset>276225</wp:posOffset>
                </wp:positionV>
                <wp:extent cx="361950" cy="190500"/>
                <wp:effectExtent l="0" t="0" r="19050" b="19050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8320B2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0893C" id="Text Box 316" o:spid="_x0000_s1032" type="#_x0000_t202" style="position:absolute;margin-left:123.75pt;margin-top:21.75pt;width:28.5pt;height: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" fillcolor="window" strokeweight=".5pt">
                <v:textbox>
                  <w:txbxContent>
                    <w:p w14:paraId="598320B2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 w:rsidRPr="001A0EA9">
        <w:t>Does the client have a current Protection Order, Bail</w:t>
      </w:r>
      <w:r>
        <w:t xml:space="preserve"> conditions</w:t>
      </w:r>
      <w:r w:rsidRPr="001A0EA9">
        <w:t>, Probation conditions or Parenting Orders?</w:t>
      </w:r>
      <w:r>
        <w:t xml:space="preserve">   </w:t>
      </w:r>
    </w:p>
    <w:p w14:paraId="7E43EFA1" w14:textId="77777777" w:rsidR="00102F86" w:rsidRPr="00F91C00" w:rsidRDefault="00102F86" w:rsidP="00102F86">
      <w:pPr>
        <w:spacing w:before="120" w:after="120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052D29" wp14:editId="47A242D4">
                <wp:simplePos x="0" y="0"/>
                <wp:positionH relativeFrom="column">
                  <wp:posOffset>400050</wp:posOffset>
                </wp:positionH>
                <wp:positionV relativeFrom="paragraph">
                  <wp:posOffset>10795</wp:posOffset>
                </wp:positionV>
                <wp:extent cx="361950" cy="190500"/>
                <wp:effectExtent l="0" t="0" r="19050" b="19050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9D8CE8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52D29" id="Text Box 317" o:spid="_x0000_s1033" type="#_x0000_t202" style="position:absolute;margin-left:31.5pt;margin-top:.85pt;width:28.5pt;height:1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" fillcolor="window" strokeweight=".5pt">
                <v:textbox>
                  <w:txbxContent>
                    <w:p w14:paraId="4D9D8CE8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t xml:space="preserve"> </w:t>
      </w:r>
      <w:r>
        <w:rPr>
          <w:b/>
          <w:sz w:val="24"/>
        </w:rPr>
        <w:t>Yes</w:t>
      </w:r>
      <w:r>
        <w:t xml:space="preserve"> </w:t>
      </w:r>
      <w:r>
        <w:tab/>
      </w:r>
      <w:r>
        <w:tab/>
        <w:t xml:space="preserve">     </w:t>
      </w:r>
      <w:r w:rsidRPr="00F91C00">
        <w:rPr>
          <w:b/>
          <w:sz w:val="24"/>
        </w:rPr>
        <w:t xml:space="preserve"> </w:t>
      </w:r>
      <w:r>
        <w:rPr>
          <w:b/>
          <w:sz w:val="24"/>
        </w:rPr>
        <w:t xml:space="preserve"> No</w:t>
      </w:r>
    </w:p>
    <w:p w14:paraId="0F4CF51E" w14:textId="77777777" w:rsidR="00102F86" w:rsidRDefault="00102F86" w:rsidP="00102F86">
      <w:pPr>
        <w:spacing w:before="120" w:after="120"/>
      </w:pPr>
      <w:r>
        <w:t>If yes, please give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2F2600" w14:paraId="1E782B83" w14:textId="77777777" w:rsidTr="00F40BD7">
        <w:tc>
          <w:tcPr>
            <w:tcW w:w="10457" w:type="dxa"/>
          </w:tcPr>
          <w:p w14:paraId="16643CAB" w14:textId="77777777" w:rsidR="002F2600" w:rsidRPr="002F2600" w:rsidRDefault="002F2600" w:rsidP="00F40BD7">
            <w:pPr>
              <w:tabs>
                <w:tab w:val="left" w:leader="underscore" w:pos="9540"/>
              </w:tabs>
              <w:spacing w:before="120" w:after="120"/>
              <w:rPr>
                <w:bCs/>
              </w:rPr>
            </w:pPr>
          </w:p>
        </w:tc>
      </w:tr>
    </w:tbl>
    <w:p w14:paraId="032A0DB2" w14:textId="77777777" w:rsidR="002F2600" w:rsidRDefault="002F2600" w:rsidP="002F2600">
      <w:pPr>
        <w:tabs>
          <w:tab w:val="left" w:leader="underscore" w:pos="9540"/>
        </w:tabs>
        <w:spacing w:before="120" w:after="120"/>
        <w:rPr>
          <w:b/>
          <w:sz w:val="24"/>
        </w:rPr>
      </w:pPr>
    </w:p>
    <w:p w14:paraId="7F5C159D" w14:textId="77777777" w:rsidR="00102F86" w:rsidRPr="00A15F1E" w:rsidRDefault="00102F86" w:rsidP="00102F86">
      <w:pPr>
        <w:tabs>
          <w:tab w:val="left" w:leader="underscore" w:pos="9540"/>
        </w:tabs>
        <w:spacing w:before="120" w:after="120"/>
        <w:rPr>
          <w:b/>
          <w:sz w:val="24"/>
          <w:szCs w:val="24"/>
        </w:rPr>
      </w:pPr>
      <w:r w:rsidRPr="00A15F1E">
        <w:rPr>
          <w:b/>
          <w:sz w:val="24"/>
          <w:szCs w:val="24"/>
        </w:rPr>
        <w:t>Mental Health Wellbeing</w:t>
      </w:r>
    </w:p>
    <w:p w14:paraId="0AB631D6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</w:pPr>
      <w:r>
        <w:t xml:space="preserve">Does the client have any Mental Health risks that may impact on ReachOut staff delivering the services?       </w:t>
      </w:r>
    </w:p>
    <w:p w14:paraId="0AA28449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A9D0D" wp14:editId="6197D3FD">
                <wp:simplePos x="0" y="0"/>
                <wp:positionH relativeFrom="column">
                  <wp:posOffset>1381125</wp:posOffset>
                </wp:positionH>
                <wp:positionV relativeFrom="paragraph">
                  <wp:posOffset>10160</wp:posOffset>
                </wp:positionV>
                <wp:extent cx="361950" cy="190500"/>
                <wp:effectExtent l="0" t="0" r="19050" b="1905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DE4015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A9D0D" id="Text Box 318" o:spid="_x0000_s1034" type="#_x0000_t202" style="position:absolute;margin-left:108.75pt;margin-top:.8pt;width:28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" fillcolor="window" strokeweight=".5pt">
                <v:textbox>
                  <w:txbxContent>
                    <w:p w14:paraId="3FDE4015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C69B4" wp14:editId="295FDB3C">
                <wp:simplePos x="0" y="0"/>
                <wp:positionH relativeFrom="column">
                  <wp:posOffset>438150</wp:posOffset>
                </wp:positionH>
                <wp:positionV relativeFrom="paragraph">
                  <wp:posOffset>10160</wp:posOffset>
                </wp:positionV>
                <wp:extent cx="361950" cy="190500"/>
                <wp:effectExtent l="0" t="0" r="19050" b="19050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C7C1E9" w14:textId="77777777" w:rsidR="00102F86" w:rsidRDefault="00102F86" w:rsidP="00102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C69B4" id="Text Box 319" o:spid="_x0000_s1035" type="#_x0000_t202" style="position:absolute;margin-left:34.5pt;margin-top:.8pt;width:28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" fillcolor="window" strokeweight=".5pt">
                <v:textbox>
                  <w:txbxContent>
                    <w:p w14:paraId="4BC7C1E9" w14:textId="77777777" w:rsidR="00102F86" w:rsidRDefault="00102F86" w:rsidP="00102F86"/>
                  </w:txbxContent>
                </v:textbox>
              </v:shape>
            </w:pict>
          </mc:Fallback>
        </mc:AlternateContent>
      </w:r>
      <w:r>
        <w:rPr>
          <w:b/>
          <w:sz w:val="24"/>
        </w:rPr>
        <w:t>Yes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No</w:t>
      </w:r>
      <w:r>
        <w:rPr>
          <w:b/>
          <w:sz w:val="24"/>
        </w:rPr>
        <w:tab/>
      </w:r>
    </w:p>
    <w:p w14:paraId="17B99813" w14:textId="77777777" w:rsidR="00102F86" w:rsidRDefault="00102F86" w:rsidP="00102F86">
      <w:pPr>
        <w:spacing w:before="120" w:after="120"/>
      </w:pPr>
    </w:p>
    <w:p w14:paraId="460BC32E" w14:textId="77777777" w:rsidR="00102F86" w:rsidRDefault="00102F86" w:rsidP="00102F86">
      <w:pPr>
        <w:spacing w:before="120" w:after="120"/>
      </w:pPr>
      <w:r>
        <w:t>If yes please give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2F2600" w14:paraId="0A05BBC9" w14:textId="77777777" w:rsidTr="00F40BD7">
        <w:tc>
          <w:tcPr>
            <w:tcW w:w="10457" w:type="dxa"/>
          </w:tcPr>
          <w:p w14:paraId="4C4B90FB" w14:textId="77777777" w:rsidR="002F2600" w:rsidRPr="002F2600" w:rsidRDefault="002F2600" w:rsidP="00F40BD7">
            <w:pPr>
              <w:tabs>
                <w:tab w:val="left" w:leader="underscore" w:pos="9540"/>
              </w:tabs>
              <w:spacing w:before="120" w:after="120"/>
              <w:rPr>
                <w:bCs/>
              </w:rPr>
            </w:pPr>
          </w:p>
        </w:tc>
      </w:tr>
    </w:tbl>
    <w:p w14:paraId="1901D641" w14:textId="77777777" w:rsidR="002F2600" w:rsidRDefault="002F2600" w:rsidP="002F2600">
      <w:pPr>
        <w:tabs>
          <w:tab w:val="left" w:leader="underscore" w:pos="9540"/>
        </w:tabs>
        <w:spacing w:before="120" w:after="120"/>
        <w:rPr>
          <w:b/>
          <w:sz w:val="24"/>
        </w:rPr>
      </w:pPr>
    </w:p>
    <w:p w14:paraId="768532FB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sz w:val="24"/>
          <w:szCs w:val="24"/>
        </w:rPr>
      </w:pPr>
      <w:r>
        <w:rPr>
          <w:sz w:val="24"/>
          <w:szCs w:val="24"/>
        </w:rPr>
        <w:t>Referrer’s signature: ________________________         Date: _________________</w:t>
      </w:r>
    </w:p>
    <w:p w14:paraId="6F01D04D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sz w:val="24"/>
          <w:szCs w:val="24"/>
        </w:rPr>
      </w:pPr>
    </w:p>
    <w:p w14:paraId="33A10366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Please return this form to ReachOut via email </w:t>
      </w:r>
      <w:hyperlink r:id="rId8" w:history="1">
        <w:r w:rsidRPr="006F52A4">
          <w:rPr>
            <w:rStyle w:val="Hyperlink"/>
            <w:sz w:val="24"/>
            <w:szCs w:val="24"/>
          </w:rPr>
          <w:t>referral@avivafamilies.org.nz</w:t>
        </w:r>
      </w:hyperlink>
    </w:p>
    <w:p w14:paraId="430C2969" w14:textId="77777777" w:rsidR="00102F86" w:rsidRDefault="00102F86" w:rsidP="00102F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375"/>
        </w:tabs>
        <w:spacing w:before="120" w:after="120"/>
        <w:rPr>
          <w:sz w:val="24"/>
          <w:szCs w:val="24"/>
        </w:rPr>
      </w:pPr>
      <w:r>
        <w:rPr>
          <w:sz w:val="24"/>
          <w:szCs w:val="24"/>
        </w:rPr>
        <w:t>P.O. Box 24161 Christchurch 8141</w:t>
      </w:r>
    </w:p>
    <w:p w14:paraId="449D7451" w14:textId="77777777" w:rsidR="00D41C3E" w:rsidRDefault="00D41C3E"/>
    <w:sectPr w:rsidR="00D41C3E" w:rsidSect="00102F86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F70"/>
    <w:rsid w:val="00102F86"/>
    <w:rsid w:val="002F2600"/>
    <w:rsid w:val="005707E5"/>
    <w:rsid w:val="00631DCC"/>
    <w:rsid w:val="006E4751"/>
    <w:rsid w:val="00986F70"/>
    <w:rsid w:val="00A74404"/>
    <w:rsid w:val="00BF3B65"/>
    <w:rsid w:val="00D41C3E"/>
    <w:rsid w:val="00F0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2D9B7"/>
  <w15:chartTrackingRefBased/>
  <w15:docId w15:val="{7BA216C3-72C6-41F4-8CF5-49FAE8A1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F86"/>
    <w:pPr>
      <w:spacing w:after="0"/>
    </w:pPr>
    <w:rPr>
      <w:rFonts w:ascii="Arial" w:eastAsia="Calibri" w:hAnsi="Arial" w:cs="Arial"/>
      <w:sz w:val="20"/>
      <w:szCs w:val="20"/>
      <w:lang w:val="en-NZ"/>
    </w:rPr>
  </w:style>
  <w:style w:type="paragraph" w:styleId="Heading1">
    <w:name w:val="heading 1"/>
    <w:basedOn w:val="Normal"/>
    <w:next w:val="Normal"/>
    <w:link w:val="Heading1Char"/>
    <w:qFormat/>
    <w:rsid w:val="00102F86"/>
    <w:pPr>
      <w:keepNext/>
      <w:spacing w:before="240" w:after="60"/>
      <w:jc w:val="center"/>
      <w:outlineLvl w:val="0"/>
    </w:pPr>
    <w:rPr>
      <w:rFonts w:eastAsia="Times New Roman" w:cs="Cambria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2F86"/>
    <w:rPr>
      <w:rFonts w:ascii="Arial" w:eastAsia="Times New Roman" w:hAnsi="Arial" w:cs="Cambria"/>
      <w:b/>
      <w:bCs/>
      <w:kern w:val="32"/>
      <w:sz w:val="28"/>
      <w:szCs w:val="32"/>
      <w:lang w:val="en-NZ"/>
    </w:rPr>
  </w:style>
  <w:style w:type="character" w:styleId="Hyperlink">
    <w:name w:val="Hyperlink"/>
    <w:basedOn w:val="DefaultParagraphFont"/>
    <w:uiPriority w:val="99"/>
    <w:rsid w:val="00102F86"/>
    <w:rPr>
      <w:rFonts w:cs="Times New Roman"/>
      <w:color w:val="0000FF"/>
      <w:u w:val="single"/>
    </w:rPr>
  </w:style>
  <w:style w:type="table" w:styleId="TableGrid">
    <w:name w:val="Table Grid"/>
    <w:aliases w:val="MOJ Table Grid"/>
    <w:basedOn w:val="TableNormal"/>
    <w:uiPriority w:val="59"/>
    <w:rsid w:val="00102F86"/>
    <w:pPr>
      <w:spacing w:after="0"/>
    </w:pPr>
    <w:rPr>
      <w:rFonts w:ascii="Calibri" w:eastAsia="Times New Roman" w:hAnsi="Calibri" w:cs="Calibri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ferral@avivafamilies.org.nz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Wingerath\Aviva%20Families\Fundraising%20and%20Communication%20-%20Communication%20Channel\Media%20and%20Promotion\Website\Files%20for%20website\Referral%20forms\ReachOut%20Referral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36EC7627C6F45BF6959C138A8CFF4" ma:contentTypeVersion="12" ma:contentTypeDescription="Create a new document." ma:contentTypeScope="" ma:versionID="ffe488a432067d97c9341bb007151d64">
  <xsd:schema xmlns:xsd="http://www.w3.org/2001/XMLSchema" xmlns:xs="http://www.w3.org/2001/XMLSchema" xmlns:p="http://schemas.microsoft.com/office/2006/metadata/properties" xmlns:ns2="649ff5a3-9e25-46fd-9dc2-5e850f643f0f" xmlns:ns3="c41b17da-b2e1-4644-843a-4b1718986e5b" targetNamespace="http://schemas.microsoft.com/office/2006/metadata/properties" ma:root="true" ma:fieldsID="18d91c5988ee9c126e81b3d9eb0ddeab" ns2:_="" ns3:_="">
    <xsd:import namespace="649ff5a3-9e25-46fd-9dc2-5e850f643f0f"/>
    <xsd:import namespace="c41b17da-b2e1-4644-843a-4b1718986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ff5a3-9e25-46fd-9dc2-5e850f643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b17da-b2e1-4644-843a-4b1718986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7B755B-B566-4092-8590-43D8C253960F}">
  <ds:schemaRefs>
    <ds:schemaRef ds:uri="649ff5a3-9e25-46fd-9dc2-5e850f643f0f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c41b17da-b2e1-4644-843a-4b1718986e5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F59282-D2A2-4928-BDB9-BDD2A0685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DACD1-EC25-4E5A-A369-454F2E1D4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ff5a3-9e25-46fd-9dc2-5e850f643f0f"/>
    <ds:schemaRef ds:uri="c41b17da-b2e1-4644-843a-4b1718986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ReachOut Referral Form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Wingerath</dc:creator>
  <cp:keywords/>
  <dc:description/>
  <cp:lastModifiedBy>Eve Wingerath</cp:lastModifiedBy>
  <cp:revision>1</cp:revision>
  <dcterms:created xsi:type="dcterms:W3CDTF">2020-09-14T22:17:00Z</dcterms:created>
  <dcterms:modified xsi:type="dcterms:W3CDTF">2020-09-14T22:17:00Z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0x010100E3436EC7627C6F45BF6959C138A8CFF4</vt:lpwstr>
  </property>
</Properties>
</file>